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E13291" w14:textId="77777777" w:rsidR="009C0658" w:rsidRDefault="007637D5">
      <w:r>
        <w:t>FAQs:</w:t>
      </w:r>
    </w:p>
    <w:p w14:paraId="045DBCCC" w14:textId="77777777" w:rsidR="007637D5" w:rsidRDefault="007637D5"/>
    <w:p w14:paraId="2C15A147" w14:textId="77777777" w:rsidR="000142DC" w:rsidRDefault="000142DC" w:rsidP="004B08CA"/>
    <w:p w14:paraId="78E4983B" w14:textId="504E3209" w:rsidR="00847BBC" w:rsidRDefault="00847BBC" w:rsidP="00847BBC">
      <w:r>
        <w:t>What are the benefits of Liver Focus?</w:t>
      </w:r>
    </w:p>
    <w:p w14:paraId="24B13EA8" w14:textId="74B11002" w:rsidR="00847BBC" w:rsidRDefault="00847BBC" w:rsidP="00847BBC">
      <w:r>
        <w:t>Liver Focus is a liver cleanse that Accelerates fat burning, supports liver health, protects against toxins, and improves digestion.</w:t>
      </w:r>
    </w:p>
    <w:p w14:paraId="1B2E3B0F" w14:textId="77777777" w:rsidR="00FD1C30" w:rsidRDefault="00FD1C30" w:rsidP="00847BBC"/>
    <w:p w14:paraId="6706C97C" w14:textId="77777777" w:rsidR="00FD1C30" w:rsidRDefault="00FD1C30" w:rsidP="00FD1C30">
      <w:r>
        <w:t>How should you take it?</w:t>
      </w:r>
    </w:p>
    <w:p w14:paraId="26096B66" w14:textId="0A6C83B3" w:rsidR="00FD1C30" w:rsidRDefault="00FD1C30" w:rsidP="00FD1C30">
      <w:r>
        <w:t>Start with 2 capsules per day, morning or night, but 2 hours from other supplements and medications. After a week, you can increase to 3 capsules per day to accelerate results. If supplements make you queasy, take with food.</w:t>
      </w:r>
    </w:p>
    <w:p w14:paraId="5FF06808" w14:textId="77777777" w:rsidR="00FD1C30" w:rsidRDefault="00FD1C30" w:rsidP="00FD1C30"/>
    <w:p w14:paraId="6B9CB165" w14:textId="77777777" w:rsidR="00FD1C30" w:rsidRDefault="00FD1C30" w:rsidP="00FD1C30">
      <w:r>
        <w:t>How long do you take it?</w:t>
      </w:r>
    </w:p>
    <w:p w14:paraId="71F0D0BD" w14:textId="4FEFAF08" w:rsidR="00FD1C30" w:rsidRDefault="00FD1C30" w:rsidP="00FD1C30">
      <w:r>
        <w:t xml:space="preserve">Most people take Liver Focus daily until they reach their </w:t>
      </w:r>
      <w:r w:rsidR="00913784">
        <w:t>desired goals.</w:t>
      </w:r>
    </w:p>
    <w:p w14:paraId="3EEB7253" w14:textId="77777777" w:rsidR="00FD1C30" w:rsidRDefault="00FD1C30" w:rsidP="00FD1C30"/>
    <w:p w14:paraId="5320B987" w14:textId="77777777" w:rsidR="00FD1C30" w:rsidRDefault="00FD1C30" w:rsidP="00FD1C30">
      <w:r>
        <w:t>Can it be taken with other medicine?</w:t>
      </w:r>
    </w:p>
    <w:p w14:paraId="7A75DD81" w14:textId="6D7124C3" w:rsidR="00FD1C30" w:rsidRDefault="00FD1C30" w:rsidP="00FD1C30">
      <w:proofErr w:type="gramStart"/>
      <w:r>
        <w:t>As long as</w:t>
      </w:r>
      <w:proofErr w:type="gramEnd"/>
      <w:r>
        <w:t xml:space="preserve"> your Dr. approves. Just be sure to take it 2 hours apart from other supplements and medicines.</w:t>
      </w:r>
    </w:p>
    <w:p w14:paraId="0A81A795" w14:textId="77777777" w:rsidR="00FD1C30" w:rsidRDefault="00FD1C30" w:rsidP="00FD1C30"/>
    <w:p w14:paraId="23D125C0" w14:textId="77777777" w:rsidR="00FD1C30" w:rsidRDefault="00FD1C30" w:rsidP="00FD1C30">
      <w:r>
        <w:t>How long before you start seeing results?</w:t>
      </w:r>
    </w:p>
    <w:p w14:paraId="395DE8BC" w14:textId="29A207D4" w:rsidR="00FD1C30" w:rsidRDefault="00FD1C30" w:rsidP="00FD1C30">
      <w:r>
        <w:t>You should give it 30 days for liver focus to build up in your system and show results.</w:t>
      </w:r>
    </w:p>
    <w:p w14:paraId="1D402186" w14:textId="77777777" w:rsidR="00FD1C30" w:rsidRDefault="00FD1C30" w:rsidP="00FD1C30"/>
    <w:p w14:paraId="721A29F7" w14:textId="77777777" w:rsidR="006132CC" w:rsidRDefault="006132CC" w:rsidP="006132CC">
      <w:r>
        <w:t>Do you have to take it with food?</w:t>
      </w:r>
    </w:p>
    <w:p w14:paraId="45B25B0D" w14:textId="7B1F044C" w:rsidR="00FD1C30" w:rsidRDefault="006132CC" w:rsidP="006132CC">
      <w:r>
        <w:t>It’s not required. However, it is recommended</w:t>
      </w:r>
      <w:r w:rsidR="00913784">
        <w:t xml:space="preserve"> </w:t>
      </w:r>
      <w:r>
        <w:t>if you have a sensitive stomach.</w:t>
      </w:r>
    </w:p>
    <w:p w14:paraId="506F2CED" w14:textId="77777777" w:rsidR="006132CC" w:rsidRDefault="006132CC" w:rsidP="006132CC"/>
    <w:p w14:paraId="224B2D6F" w14:textId="77777777" w:rsidR="006132CC" w:rsidRDefault="006132CC" w:rsidP="006132CC">
      <w:r>
        <w:t>Does it replace Apple Cider Vinegar?</w:t>
      </w:r>
    </w:p>
    <w:p w14:paraId="39A0AEFD" w14:textId="1D2DE481" w:rsidR="006132CC" w:rsidRDefault="006132CC" w:rsidP="006132CC">
      <w:r>
        <w:t xml:space="preserve">No, it’s taken in addition to Apple Cider </w:t>
      </w:r>
      <w:r w:rsidR="00913784">
        <w:t>Vinegar</w:t>
      </w:r>
      <w:r>
        <w:t xml:space="preserve"> to enhance Liver detoxing.</w:t>
      </w:r>
    </w:p>
    <w:p w14:paraId="17632976" w14:textId="77777777" w:rsidR="006132CC" w:rsidRDefault="006132CC" w:rsidP="006132CC"/>
    <w:p w14:paraId="6C3B9EC7" w14:textId="77777777" w:rsidR="006132CC" w:rsidRDefault="006132CC" w:rsidP="006132CC">
      <w:r>
        <w:t>Should I take a break from it?</w:t>
      </w:r>
    </w:p>
    <w:p w14:paraId="24E8FD70" w14:textId="464720AB" w:rsidR="006132CC" w:rsidRDefault="006132CC" w:rsidP="006132CC">
      <w:r>
        <w:t>A few days break once every 30 days is recommended from all supplements to give your body a chance to rest.</w:t>
      </w:r>
    </w:p>
    <w:p w14:paraId="3EC2023B" w14:textId="77777777" w:rsidR="006132CC" w:rsidRDefault="006132CC" w:rsidP="006132CC"/>
    <w:p w14:paraId="49C64AB5" w14:textId="77777777" w:rsidR="006132CC" w:rsidRDefault="006132CC" w:rsidP="006132CC">
      <w:r>
        <w:t>What are the side effects?</w:t>
      </w:r>
    </w:p>
    <w:p w14:paraId="356584E7" w14:textId="3D454B22" w:rsidR="001C6150" w:rsidRDefault="006132CC" w:rsidP="006132CC">
      <w:r>
        <w:t>There are none reported, but you may experience normal detox symptoms (e.g., fatigue, headaches) during the first week of taking the supplement.</w:t>
      </w:r>
      <w:r w:rsidR="001C6150">
        <w:t xml:space="preserve">   </w:t>
      </w:r>
      <w:r w:rsidR="001C6150" w:rsidRPr="001C6150">
        <w:t>Please note that Liver Focus is a powerful detox and just as with any detox, typical detox symptoms like fatigue, headaches, nausea or breakouts can occur. This is temporary and can be reduced by taking 1 capsule and drinking more water to flush out toxins faster.</w:t>
      </w:r>
    </w:p>
    <w:p w14:paraId="166B1D2E" w14:textId="77777777" w:rsidR="006132CC" w:rsidRDefault="006132CC" w:rsidP="006132CC"/>
    <w:p w14:paraId="0B530B2E" w14:textId="77777777" w:rsidR="006132CC" w:rsidRDefault="006132CC" w:rsidP="006132CC">
      <w:r>
        <w:t>How long does a supply of Liver Focus last?</w:t>
      </w:r>
    </w:p>
    <w:p w14:paraId="2A6A89F1" w14:textId="0BE09731" w:rsidR="006132CC" w:rsidRDefault="006132CC" w:rsidP="006132CC">
      <w:r>
        <w:t xml:space="preserve">Liver Focus is a </w:t>
      </w:r>
      <w:proofErr w:type="gramStart"/>
      <w:r>
        <w:t>60 day</w:t>
      </w:r>
      <w:proofErr w:type="gramEnd"/>
      <w:r>
        <w:t xml:space="preserve"> supply, or 45 days depending on desired daily intake.</w:t>
      </w:r>
    </w:p>
    <w:p w14:paraId="3599B190" w14:textId="77777777" w:rsidR="006132CC" w:rsidRDefault="006132CC" w:rsidP="006132CC"/>
    <w:p w14:paraId="2D840CE3" w14:textId="56AC2EE1" w:rsidR="006132CC" w:rsidRDefault="006132CC" w:rsidP="006132CC">
      <w:r w:rsidRPr="006132CC">
        <w:t>What are the ingredients for Liver Focus?</w:t>
      </w:r>
    </w:p>
    <w:p w14:paraId="644EECB1" w14:textId="77777777" w:rsidR="006132CC" w:rsidRDefault="006132CC" w:rsidP="006132CC"/>
    <w:p w14:paraId="3417BACB" w14:textId="44C3C7AE" w:rsidR="006132CC" w:rsidRDefault="001227E1" w:rsidP="006132CC">
      <w:r w:rsidRPr="001227E1">
        <w:rPr>
          <w:noProof/>
        </w:rPr>
        <w:lastRenderedPageBreak/>
        <w:drawing>
          <wp:inline distT="0" distB="0" distL="0" distR="0" wp14:anchorId="25D032F5" wp14:editId="4EA673E7">
            <wp:extent cx="3168105" cy="2779200"/>
            <wp:effectExtent l="0" t="0" r="0" b="2540"/>
            <wp:docPr id="2223050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30506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80879" cy="2790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AB599B" w14:textId="77777777" w:rsidR="006132CC" w:rsidRDefault="006132CC" w:rsidP="006132CC"/>
    <w:p w14:paraId="2E623C62" w14:textId="77777777" w:rsidR="00847BBC" w:rsidRDefault="00847BBC" w:rsidP="00847BBC"/>
    <w:p w14:paraId="3F774682" w14:textId="77777777" w:rsidR="00847BBC" w:rsidRDefault="00847BBC" w:rsidP="00847BBC"/>
    <w:p w14:paraId="5F89974E" w14:textId="77777777" w:rsidR="00847BBC" w:rsidRDefault="00847BBC" w:rsidP="00847BBC"/>
    <w:p w14:paraId="58275F14" w14:textId="77777777" w:rsidR="00847BBC" w:rsidRDefault="00847BBC" w:rsidP="00847BBC"/>
    <w:p w14:paraId="5C485670" w14:textId="1A8C3B98" w:rsidR="00834692" w:rsidRDefault="00834692" w:rsidP="00834692"/>
    <w:sectPr w:rsidR="00834692" w:rsidSect="003F7E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0B74C0"/>
    <w:multiLevelType w:val="hybridMultilevel"/>
    <w:tmpl w:val="7C1823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0450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7"/>
  <w:proofState w:spelling="clean" w:grammar="clean"/>
  <w:attachedTemplate r:id="rId1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68C"/>
    <w:rsid w:val="000142DC"/>
    <w:rsid w:val="000B0B50"/>
    <w:rsid w:val="000C5431"/>
    <w:rsid w:val="001227E1"/>
    <w:rsid w:val="0014467D"/>
    <w:rsid w:val="001801D3"/>
    <w:rsid w:val="001806B7"/>
    <w:rsid w:val="001C6150"/>
    <w:rsid w:val="00210AC4"/>
    <w:rsid w:val="0024597C"/>
    <w:rsid w:val="00257587"/>
    <w:rsid w:val="00262CDF"/>
    <w:rsid w:val="002A501E"/>
    <w:rsid w:val="00304E8F"/>
    <w:rsid w:val="003226CD"/>
    <w:rsid w:val="00364A3F"/>
    <w:rsid w:val="00371D52"/>
    <w:rsid w:val="0039168C"/>
    <w:rsid w:val="003F7EF7"/>
    <w:rsid w:val="0045191F"/>
    <w:rsid w:val="00481B42"/>
    <w:rsid w:val="004B08CA"/>
    <w:rsid w:val="004D0578"/>
    <w:rsid w:val="00586E9F"/>
    <w:rsid w:val="005A09F3"/>
    <w:rsid w:val="005B3E94"/>
    <w:rsid w:val="005C66A8"/>
    <w:rsid w:val="00604106"/>
    <w:rsid w:val="00612ADD"/>
    <w:rsid w:val="006132CC"/>
    <w:rsid w:val="0064265A"/>
    <w:rsid w:val="0064355F"/>
    <w:rsid w:val="006B1374"/>
    <w:rsid w:val="0072127D"/>
    <w:rsid w:val="007637D5"/>
    <w:rsid w:val="00834692"/>
    <w:rsid w:val="00847BBC"/>
    <w:rsid w:val="008821C5"/>
    <w:rsid w:val="008B3493"/>
    <w:rsid w:val="008C125E"/>
    <w:rsid w:val="00913784"/>
    <w:rsid w:val="009225F9"/>
    <w:rsid w:val="00950A10"/>
    <w:rsid w:val="009A7B26"/>
    <w:rsid w:val="009C0658"/>
    <w:rsid w:val="009C17DA"/>
    <w:rsid w:val="009D6D97"/>
    <w:rsid w:val="009F7554"/>
    <w:rsid w:val="00A0164A"/>
    <w:rsid w:val="00A110B5"/>
    <w:rsid w:val="00A535C9"/>
    <w:rsid w:val="00A75286"/>
    <w:rsid w:val="00AA1B56"/>
    <w:rsid w:val="00B23150"/>
    <w:rsid w:val="00C03D2D"/>
    <w:rsid w:val="00C1314A"/>
    <w:rsid w:val="00C24D70"/>
    <w:rsid w:val="00C341FB"/>
    <w:rsid w:val="00CB3603"/>
    <w:rsid w:val="00CC17A3"/>
    <w:rsid w:val="00D255C2"/>
    <w:rsid w:val="00D26623"/>
    <w:rsid w:val="00D3713E"/>
    <w:rsid w:val="00D47895"/>
    <w:rsid w:val="00D74BE7"/>
    <w:rsid w:val="00D75D0A"/>
    <w:rsid w:val="00E82FA5"/>
    <w:rsid w:val="00F46961"/>
    <w:rsid w:val="00FB4E29"/>
    <w:rsid w:val="00FD1C30"/>
    <w:rsid w:val="00FF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6F830B"/>
  <w14:defaultImageDpi w14:val="32767"/>
  <w15:chartTrackingRefBased/>
  <w15:docId w15:val="{49D30A81-D4CF-4240-B5A0-2363BF53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637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37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37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37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37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37D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37D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37D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37D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37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37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37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37D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37D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37D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37D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37D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37D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37D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637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37D5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637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37D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637D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37D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637D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37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37D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37D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64355F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25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0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39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7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ennifersmith/Documents/Documents/1SUPPLEMENTS/estroglow%20text%20chang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estroglow text changes.dotx</Template>
  <TotalTime>6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Smith</dc:creator>
  <cp:keywords/>
  <dc:description/>
  <cp:lastModifiedBy>Jennifer Smith</cp:lastModifiedBy>
  <cp:revision>8</cp:revision>
  <dcterms:created xsi:type="dcterms:W3CDTF">2025-03-23T23:13:00Z</dcterms:created>
  <dcterms:modified xsi:type="dcterms:W3CDTF">2025-03-24T19:40:00Z</dcterms:modified>
</cp:coreProperties>
</file>